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C46E3" w14:textId="77777777" w:rsidR="007D2D61" w:rsidRPr="004013B2" w:rsidRDefault="007D2D61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  <w:lang w:val="en-US"/>
        </w:rPr>
      </w:pPr>
      <w:bookmarkStart w:id="0" w:name="page1"/>
      <w:bookmarkEnd w:id="0"/>
    </w:p>
    <w:p w14:paraId="2628202C" w14:textId="77777777" w:rsidR="007D2D61" w:rsidRPr="004013B2" w:rsidRDefault="007D2D61">
      <w:pPr>
        <w:widowControl w:val="0"/>
        <w:autoSpaceDE w:val="0"/>
        <w:autoSpaceDN w:val="0"/>
        <w:adjustRightInd w:val="0"/>
        <w:spacing w:line="397" w:lineRule="exact"/>
        <w:rPr>
          <w:sz w:val="24"/>
          <w:szCs w:val="24"/>
          <w:lang w:val="en-US"/>
        </w:rPr>
      </w:pPr>
    </w:p>
    <w:p w14:paraId="6C670A2E" w14:textId="1CA09946" w:rsidR="007D2D61" w:rsidRPr="00C6644D" w:rsidRDefault="00D43040">
      <w:pPr>
        <w:widowControl w:val="0"/>
        <w:autoSpaceDE w:val="0"/>
        <w:autoSpaceDN w:val="0"/>
        <w:adjustRightInd w:val="0"/>
        <w:ind w:left="1440"/>
        <w:rPr>
          <w:rFonts w:ascii="CMU Serif Roman" w:hAnsi="CMU Serif Roman"/>
          <w:sz w:val="24"/>
          <w:szCs w:val="24"/>
          <w:lang w:val="en-US"/>
        </w:rPr>
      </w:pPr>
      <w:r w:rsidRPr="00D43040">
        <w:rPr>
          <w:rFonts w:ascii="CMU Serif Roman" w:hAnsi="CMU Serif Roman"/>
          <w:color w:val="000000"/>
          <w:sz w:val="41"/>
          <w:szCs w:val="41"/>
        </w:rPr>
        <w:t>12</w:t>
      </w:r>
      <w:r w:rsidRPr="00D43040">
        <w:rPr>
          <w:rFonts w:ascii="CMU Serif Roman" w:hAnsi="CMU Serif Roman"/>
          <w:color w:val="000000"/>
          <w:sz w:val="41"/>
          <w:szCs w:val="41"/>
          <w:vertAlign w:val="superscript"/>
        </w:rPr>
        <w:t>th</w:t>
      </w:r>
      <w:r w:rsidRPr="00D43040">
        <w:rPr>
          <w:rFonts w:ascii="CMU Serif Roman" w:hAnsi="CMU Serif Roman"/>
          <w:color w:val="000000"/>
          <w:sz w:val="41"/>
          <w:szCs w:val="41"/>
        </w:rPr>
        <w:t xml:space="preserve"> European Combustion Meeting</w:t>
      </w:r>
    </w:p>
    <w:p w14:paraId="47FE8185" w14:textId="77777777" w:rsidR="007D2D61" w:rsidRPr="00C6644D" w:rsidRDefault="007D2D61">
      <w:pPr>
        <w:widowControl w:val="0"/>
        <w:autoSpaceDE w:val="0"/>
        <w:autoSpaceDN w:val="0"/>
        <w:adjustRightInd w:val="0"/>
        <w:spacing w:line="27" w:lineRule="exact"/>
        <w:rPr>
          <w:rFonts w:ascii="CMU Serif Roman" w:hAnsi="CMU Serif Roman"/>
          <w:sz w:val="24"/>
          <w:szCs w:val="24"/>
          <w:lang w:val="en-US"/>
        </w:rPr>
      </w:pPr>
    </w:p>
    <w:p w14:paraId="09BB9A12" w14:textId="77777777" w:rsidR="007D2D61" w:rsidRDefault="004013B2" w:rsidP="00C6644D">
      <w:pPr>
        <w:widowControl w:val="0"/>
        <w:autoSpaceDE w:val="0"/>
        <w:autoSpaceDN w:val="0"/>
        <w:adjustRightInd w:val="0"/>
        <w:ind w:left="3080"/>
        <w:rPr>
          <w:rFonts w:ascii="CMU Serif Roman" w:hAnsi="CMU Serif Roman"/>
          <w:b/>
          <w:color w:val="000000"/>
          <w:sz w:val="41"/>
          <w:szCs w:val="41"/>
          <w:lang w:val="en-US"/>
        </w:rPr>
      </w:pPr>
      <w:r w:rsidRPr="00C6644D">
        <w:rPr>
          <w:rFonts w:ascii="CMU Serif Roman" w:hAnsi="CMU Serif Roman"/>
          <w:b/>
          <w:color w:val="000000"/>
          <w:sz w:val="41"/>
          <w:szCs w:val="41"/>
          <w:lang w:val="en-US"/>
        </w:rPr>
        <w:t>Paper title here</w:t>
      </w:r>
    </w:p>
    <w:p w14:paraId="7D125457" w14:textId="77777777" w:rsidR="00C6644D" w:rsidRPr="00C6644D" w:rsidRDefault="00C6644D" w:rsidP="00C6644D">
      <w:pPr>
        <w:widowControl w:val="0"/>
        <w:autoSpaceDE w:val="0"/>
        <w:autoSpaceDN w:val="0"/>
        <w:adjustRightInd w:val="0"/>
        <w:ind w:left="3080"/>
        <w:rPr>
          <w:rFonts w:ascii="CMU Serif Roman" w:hAnsi="CMU Serif Roman"/>
          <w:b/>
          <w:sz w:val="24"/>
          <w:szCs w:val="24"/>
          <w:lang w:val="en-US"/>
        </w:rPr>
      </w:pPr>
    </w:p>
    <w:p w14:paraId="433A8976" w14:textId="77777777" w:rsidR="007D2D61" w:rsidRDefault="004013B2" w:rsidP="00D43040">
      <w:pPr>
        <w:widowControl w:val="0"/>
        <w:autoSpaceDE w:val="0"/>
        <w:autoSpaceDN w:val="0"/>
        <w:adjustRightInd w:val="0"/>
        <w:ind w:left="3700"/>
        <w:rPr>
          <w:rFonts w:ascii="CMU Serif Roman" w:hAnsi="CMU Serif Roman"/>
          <w:color w:val="000000"/>
          <w:sz w:val="29"/>
          <w:szCs w:val="29"/>
          <w:lang w:val="en-US"/>
        </w:rPr>
      </w:pPr>
      <w:r w:rsidRPr="00C6644D">
        <w:rPr>
          <w:rFonts w:ascii="CMU Serif Roman" w:hAnsi="CMU Serif Roman"/>
          <w:color w:val="000000"/>
          <w:sz w:val="29"/>
          <w:szCs w:val="29"/>
          <w:lang w:val="en-US"/>
        </w:rPr>
        <w:t>Author name(s)</w:t>
      </w:r>
    </w:p>
    <w:p w14:paraId="0E1F8C76" w14:textId="6D8ED2FF" w:rsidR="00D43040" w:rsidRPr="00C6644D" w:rsidRDefault="00D43040" w:rsidP="00D43040">
      <w:pPr>
        <w:widowControl w:val="0"/>
        <w:autoSpaceDE w:val="0"/>
        <w:autoSpaceDN w:val="0"/>
        <w:adjustRightInd w:val="0"/>
        <w:ind w:left="3700"/>
        <w:rPr>
          <w:rFonts w:ascii="CMU Serif Roman" w:hAnsi="CMU Serif Roman"/>
          <w:sz w:val="24"/>
          <w:szCs w:val="24"/>
          <w:lang w:val="en-US"/>
        </w:rPr>
      </w:pPr>
      <w:r>
        <w:rPr>
          <w:rFonts w:ascii="CMU Serif Roman" w:hAnsi="CMU Serif Roman"/>
          <w:color w:val="000000"/>
          <w:sz w:val="29"/>
          <w:szCs w:val="29"/>
          <w:lang w:val="en-US"/>
        </w:rPr>
        <w:t>Affiliation</w:t>
      </w:r>
      <w:r w:rsidR="000830B6">
        <w:rPr>
          <w:rFonts w:ascii="CMU Serif Roman" w:hAnsi="CMU Serif Roman"/>
          <w:color w:val="000000"/>
          <w:sz w:val="29"/>
          <w:szCs w:val="29"/>
          <w:lang w:val="en-US"/>
        </w:rPr>
        <w:t>(s)</w:t>
      </w:r>
    </w:p>
    <w:p w14:paraId="37B85773" w14:textId="77777777" w:rsidR="007D2D61" w:rsidRPr="00C6644D" w:rsidRDefault="007D2D61">
      <w:pPr>
        <w:widowControl w:val="0"/>
        <w:autoSpaceDE w:val="0"/>
        <w:autoSpaceDN w:val="0"/>
        <w:adjustRightInd w:val="0"/>
        <w:spacing w:line="25" w:lineRule="exact"/>
        <w:rPr>
          <w:rFonts w:ascii="CMU Serif Roman" w:hAnsi="CMU Serif Roman"/>
          <w:sz w:val="24"/>
          <w:szCs w:val="24"/>
          <w:lang w:val="en-US"/>
        </w:rPr>
      </w:pPr>
    </w:p>
    <w:p w14:paraId="778842FF" w14:textId="77777777" w:rsidR="007D2D61" w:rsidRDefault="007D2D61">
      <w:pPr>
        <w:widowControl w:val="0"/>
        <w:autoSpaceDE w:val="0"/>
        <w:autoSpaceDN w:val="0"/>
        <w:adjustRightInd w:val="0"/>
        <w:spacing w:line="203" w:lineRule="exact"/>
        <w:rPr>
          <w:rFonts w:ascii="CMU Serif Roman" w:hAnsi="CMU Serif Roman"/>
          <w:sz w:val="24"/>
          <w:szCs w:val="24"/>
          <w:lang w:val="en-US"/>
        </w:rPr>
      </w:pPr>
    </w:p>
    <w:p w14:paraId="417F3842" w14:textId="77777777" w:rsidR="00C6644D" w:rsidRPr="00C6644D" w:rsidRDefault="00C6644D">
      <w:pPr>
        <w:widowControl w:val="0"/>
        <w:autoSpaceDE w:val="0"/>
        <w:autoSpaceDN w:val="0"/>
        <w:adjustRightInd w:val="0"/>
        <w:spacing w:line="203" w:lineRule="exact"/>
        <w:rPr>
          <w:rFonts w:ascii="CMU Serif Roman" w:hAnsi="CMU Serif Roman"/>
          <w:sz w:val="24"/>
          <w:szCs w:val="24"/>
          <w:lang w:val="en-US"/>
        </w:rPr>
      </w:pPr>
    </w:p>
    <w:p w14:paraId="489E0D20" w14:textId="77777777" w:rsidR="007D2D61" w:rsidRPr="00C6644D" w:rsidRDefault="004013B2" w:rsidP="00EE1484">
      <w:pPr>
        <w:widowControl w:val="0"/>
        <w:overflowPunct w:val="0"/>
        <w:autoSpaceDE w:val="0"/>
        <w:autoSpaceDN w:val="0"/>
        <w:adjustRightInd w:val="0"/>
        <w:jc w:val="both"/>
        <w:rPr>
          <w:rFonts w:ascii="CMU Serif Roman" w:hAnsi="CMU Serif Roman"/>
          <w:b/>
          <w:color w:val="000000"/>
          <w:sz w:val="34"/>
          <w:szCs w:val="34"/>
          <w:lang w:val="en-US"/>
        </w:rPr>
      </w:pPr>
      <w:r w:rsidRPr="00C6644D">
        <w:rPr>
          <w:rFonts w:ascii="CMU Serif Roman" w:hAnsi="CMU Serif Roman"/>
          <w:b/>
          <w:color w:val="000000"/>
          <w:sz w:val="34"/>
          <w:szCs w:val="34"/>
          <w:lang w:val="en-US"/>
        </w:rPr>
        <w:t xml:space="preserve">Abstract </w:t>
      </w:r>
    </w:p>
    <w:p w14:paraId="726A5399" w14:textId="77777777" w:rsidR="007D2D61" w:rsidRPr="00C6644D" w:rsidRDefault="007D2D61">
      <w:pPr>
        <w:widowControl w:val="0"/>
        <w:autoSpaceDE w:val="0"/>
        <w:autoSpaceDN w:val="0"/>
        <w:adjustRightInd w:val="0"/>
        <w:spacing w:line="262" w:lineRule="exact"/>
        <w:rPr>
          <w:rFonts w:ascii="CMU Serif Roman" w:hAnsi="CMU Serif Roman"/>
          <w:sz w:val="24"/>
          <w:szCs w:val="24"/>
          <w:lang w:val="en-US"/>
        </w:rPr>
      </w:pPr>
    </w:p>
    <w:p w14:paraId="7415FFA7" w14:textId="2C282F85" w:rsidR="007D2D61" w:rsidRPr="00C6644D" w:rsidRDefault="004013B2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rFonts w:ascii="CMU Serif Roman" w:hAnsi="CMU Serif Roman"/>
          <w:color w:val="000000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Abstract contents here. Please restrict to one page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 xml:space="preserve">. Figures </w:t>
      </w:r>
      <w:r w:rsidR="00BD25E2">
        <w:rPr>
          <w:rFonts w:ascii="CMU Serif Roman" w:hAnsi="CMU Serif Roman"/>
          <w:color w:val="000000"/>
          <w:sz w:val="24"/>
          <w:szCs w:val="24"/>
          <w:lang w:val="en-US"/>
        </w:rPr>
        <w:t xml:space="preserve">and tables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can be included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. References may be cited as specified in this example.</w:t>
      </w:r>
      <w:r w:rsidRPr="00C6644D">
        <w:rPr>
          <w:rFonts w:ascii="CMU Serif Roman" w:hAnsi="CMU Serif Roman"/>
          <w:color w:val="000000"/>
          <w:sz w:val="24"/>
          <w:szCs w:val="24"/>
          <w:vertAlign w:val="superscript"/>
          <w:lang w:val="en-US"/>
        </w:rPr>
        <w:t>1</w:t>
      </w:r>
    </w:p>
    <w:p w14:paraId="0AFD993D" w14:textId="77777777" w:rsidR="004013B2" w:rsidRPr="00C6644D" w:rsidRDefault="004013B2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DEC7E78" w14:textId="77777777" w:rsidR="007D2D61" w:rsidRPr="00C6644D" w:rsidRDefault="007D2D61">
      <w:pPr>
        <w:widowControl w:val="0"/>
        <w:autoSpaceDE w:val="0"/>
        <w:autoSpaceDN w:val="0"/>
        <w:adjustRightInd w:val="0"/>
        <w:spacing w:line="200" w:lineRule="exact"/>
        <w:rPr>
          <w:rFonts w:ascii="CMU Serif Roman" w:hAnsi="CMU Serif Roman"/>
          <w:sz w:val="24"/>
          <w:szCs w:val="24"/>
          <w:lang w:val="en-US"/>
        </w:rPr>
      </w:pPr>
    </w:p>
    <w:p w14:paraId="34BC9C1C" w14:textId="77777777" w:rsidR="007D2D61" w:rsidRPr="00C6644D" w:rsidRDefault="007D2D61">
      <w:pPr>
        <w:widowControl w:val="0"/>
        <w:autoSpaceDE w:val="0"/>
        <w:autoSpaceDN w:val="0"/>
        <w:adjustRightInd w:val="0"/>
        <w:spacing w:line="236" w:lineRule="exact"/>
        <w:rPr>
          <w:rFonts w:ascii="CMU Serif Roman" w:hAnsi="CMU Serif Roman"/>
          <w:sz w:val="24"/>
          <w:szCs w:val="24"/>
          <w:lang w:val="en-US"/>
        </w:rPr>
      </w:pPr>
    </w:p>
    <w:p w14:paraId="42BDA1D5" w14:textId="77777777" w:rsidR="007D2D61" w:rsidRPr="00C6644D" w:rsidRDefault="004013B2">
      <w:pPr>
        <w:widowControl w:val="0"/>
        <w:autoSpaceDE w:val="0"/>
        <w:autoSpaceDN w:val="0"/>
        <w:adjustRightInd w:val="0"/>
        <w:rPr>
          <w:rFonts w:ascii="CMU Serif Roman" w:hAnsi="CMU Serif Roman"/>
          <w:b/>
          <w:sz w:val="24"/>
          <w:szCs w:val="24"/>
          <w:lang w:val="en-US"/>
        </w:rPr>
      </w:pPr>
      <w:r w:rsidRPr="00C6644D">
        <w:rPr>
          <w:rFonts w:ascii="CMU Serif Roman" w:hAnsi="CMU Serif Roman"/>
          <w:b/>
          <w:color w:val="000000"/>
          <w:sz w:val="34"/>
          <w:szCs w:val="34"/>
          <w:lang w:val="en-US"/>
        </w:rPr>
        <w:t>References</w:t>
      </w:r>
    </w:p>
    <w:p w14:paraId="7FF6430A" w14:textId="77777777" w:rsidR="007D2D61" w:rsidRPr="00C6644D" w:rsidRDefault="007D2D61">
      <w:pPr>
        <w:widowControl w:val="0"/>
        <w:autoSpaceDE w:val="0"/>
        <w:autoSpaceDN w:val="0"/>
        <w:adjustRightInd w:val="0"/>
        <w:spacing w:line="224" w:lineRule="exact"/>
        <w:rPr>
          <w:rFonts w:ascii="CMU Serif Roman" w:hAnsi="CMU Serif Roman"/>
          <w:sz w:val="24"/>
          <w:szCs w:val="24"/>
          <w:lang w:val="en-US"/>
        </w:rPr>
      </w:pPr>
    </w:p>
    <w:p w14:paraId="2576CE98" w14:textId="5E351DF1" w:rsidR="004013B2" w:rsidRPr="00C6644D" w:rsidRDefault="004013B2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[1]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Author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, “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Article title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,” </w:t>
      </w:r>
      <w:r w:rsidRPr="00677B52">
        <w:rPr>
          <w:rFonts w:ascii="CMU Serif Roman" w:hAnsi="CMU Serif Roman"/>
          <w:i/>
          <w:color w:val="000000"/>
          <w:sz w:val="24"/>
          <w:szCs w:val="24"/>
          <w:lang w:val="en-US"/>
        </w:rPr>
        <w:t>Journa</w:t>
      </w:r>
      <w:r w:rsidR="00677B52">
        <w:rPr>
          <w:rFonts w:ascii="CMU Serif Roman" w:hAnsi="CMU Serif Roman"/>
          <w:i/>
          <w:color w:val="000000"/>
          <w:sz w:val="24"/>
          <w:szCs w:val="24"/>
          <w:lang w:val="en-US"/>
        </w:rPr>
        <w:t>l,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 Vol.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1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 xml:space="preserve">, No. 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1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, 20</w:t>
      </w:r>
      <w:r w:rsidR="00677B52">
        <w:rPr>
          <w:rFonts w:ascii="CMU Serif Roman" w:hAnsi="CMU Serif Roman"/>
          <w:color w:val="000000"/>
          <w:sz w:val="24"/>
          <w:szCs w:val="24"/>
          <w:lang w:val="en-US"/>
        </w:rPr>
        <w:t>24</w:t>
      </w:r>
      <w:r w:rsidRPr="00C6644D">
        <w:rPr>
          <w:rFonts w:ascii="CMU Serif Roman" w:hAnsi="CMU Serif Roman"/>
          <w:color w:val="000000"/>
          <w:sz w:val="24"/>
          <w:szCs w:val="24"/>
          <w:lang w:val="en-US"/>
        </w:rPr>
        <w:t>, pp. 1-10.</w:t>
      </w:r>
    </w:p>
    <w:p w14:paraId="59E06FB7" w14:textId="77777777" w:rsidR="004013B2" w:rsidRDefault="004013B2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122A98CC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0734915F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06B99307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184A18C9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6DA5950F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04544994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0976040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A54348B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4B70824D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36439A97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5A8E6BCB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24CA3BE4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7D6857F1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2702A8A5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2C0C9197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793A2AEA" w14:textId="77777777" w:rsid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p w14:paraId="478D43C6" w14:textId="77777777" w:rsidR="00C6644D" w:rsidRPr="00C6644D" w:rsidRDefault="00C6644D">
      <w:pPr>
        <w:widowControl w:val="0"/>
        <w:autoSpaceDE w:val="0"/>
        <w:autoSpaceDN w:val="0"/>
        <w:adjustRightInd w:val="0"/>
        <w:rPr>
          <w:rFonts w:ascii="CMU Serif Roman" w:hAnsi="CMU Serif Roman"/>
          <w:color w:val="000000"/>
          <w:sz w:val="24"/>
          <w:szCs w:val="24"/>
          <w:lang w:val="en-US"/>
        </w:rPr>
      </w:pPr>
    </w:p>
    <w:sectPr w:rsidR="00C6644D" w:rsidRPr="00C6644D">
      <w:pgSz w:w="11900" w:h="16838"/>
      <w:pgMar w:top="1440" w:right="1100" w:bottom="1440" w:left="144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U Serif Roman">
    <w:altName w:val="Mongolian Baiti"/>
    <w:panose1 w:val="020B0604020202020204"/>
    <w:charset w:val="00"/>
    <w:family w:val="auto"/>
    <w:pitch w:val="variable"/>
    <w:sig w:usb0="E10002FF" w:usb1="5201E9EB" w:usb2="02020004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FC7A8708"/>
    <w:lvl w:ilvl="0" w:tplc="D382D242">
      <w:start w:val="1"/>
      <w:numFmt w:val="bullet"/>
      <w:lvlText w:val="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59329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1D2"/>
    <w:rsid w:val="000830B6"/>
    <w:rsid w:val="00244464"/>
    <w:rsid w:val="00330E67"/>
    <w:rsid w:val="003B0155"/>
    <w:rsid w:val="004013B2"/>
    <w:rsid w:val="00677B52"/>
    <w:rsid w:val="007D2D61"/>
    <w:rsid w:val="00A961DD"/>
    <w:rsid w:val="00AA51D2"/>
    <w:rsid w:val="00BD25E2"/>
    <w:rsid w:val="00C6644D"/>
    <w:rsid w:val="00D43040"/>
    <w:rsid w:val="00EE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DD6AAB"/>
  <w14:defaultImageDpi w14:val="0"/>
  <w15:docId w15:val="{C8993868-90CB-D84D-87AB-BF0BCD57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04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ramesh:Library:Application%20Support:Microsoft:Office:User%20Templates:My%20Templates:abstrac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Macintosh%20HD:Users:kramesh:Library:Application%20Support:Microsoft:Office:User%20Templates:My%20Templates:abstract_template.dotx</Template>
  <TotalTime>9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Kiran Ramesh</dc:creator>
  <cp:keywords/>
  <dc:description/>
  <cp:lastModifiedBy>Antonio Attili</cp:lastModifiedBy>
  <cp:revision>8</cp:revision>
  <dcterms:created xsi:type="dcterms:W3CDTF">2015-01-15T13:40:00Z</dcterms:created>
  <dcterms:modified xsi:type="dcterms:W3CDTF">2024-11-07T09:56:00Z</dcterms:modified>
</cp:coreProperties>
</file>